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90EAB" w14:paraId="53C2B8BA" w14:textId="77777777" w:rsidTr="002873D9">
        <w:tc>
          <w:tcPr>
            <w:tcW w:w="2689" w:type="dxa"/>
          </w:tcPr>
          <w:p w14:paraId="6585CDF6" w14:textId="55D28FE1" w:rsidR="00A90EAB" w:rsidRPr="00A90EAB" w:rsidRDefault="00A90EAB" w:rsidP="00A90EAB">
            <w:pPr>
              <w:pStyle w:val="SIText"/>
            </w:pPr>
            <w:r w:rsidRPr="00CC451E">
              <w:t>Release</w:t>
            </w:r>
            <w:r w:rsidRPr="00A90EA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93B51EC" w14:textId="6D5BDDB5" w:rsidR="00A90EAB" w:rsidRPr="00A90EAB" w:rsidRDefault="00A90EA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A90EAB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A1DB7B7" w:rsidR="00F1480E" w:rsidRPr="005404CB" w:rsidRDefault="00A3135C">
            <w:pPr>
              <w:pStyle w:val="SIUNITCODE"/>
            </w:pPr>
            <w:r>
              <w:t>AHCPER</w:t>
            </w:r>
            <w:r w:rsidR="005A6296">
              <w:t>2</w:t>
            </w:r>
            <w:r w:rsidR="008E72F6">
              <w:t>X5</w:t>
            </w:r>
          </w:p>
        </w:tc>
        <w:tc>
          <w:tcPr>
            <w:tcW w:w="3604" w:type="pct"/>
            <w:shd w:val="clear" w:color="auto" w:fill="auto"/>
          </w:tcPr>
          <w:p w14:paraId="01D80964" w14:textId="311DA154" w:rsidR="00F1480E" w:rsidRPr="005404CB" w:rsidRDefault="003028FC" w:rsidP="005279B1">
            <w:pPr>
              <w:pStyle w:val="SIUnittitle"/>
            </w:pPr>
            <w:r w:rsidRPr="003028FC">
              <w:t xml:space="preserve">Harvest </w:t>
            </w:r>
            <w:r w:rsidR="005279B1">
              <w:t xml:space="preserve">crops in a </w:t>
            </w:r>
            <w:r w:rsidRPr="003028FC">
              <w:t xml:space="preserve">permaculture </w:t>
            </w:r>
            <w:r w:rsidR="005279B1">
              <w:t>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7A5BA7" w14:textId="250A8CDF" w:rsidR="003028FC" w:rsidRPr="003028FC" w:rsidRDefault="003028FC" w:rsidP="003028FC">
            <w:pPr>
              <w:pStyle w:val="SIText"/>
            </w:pPr>
            <w:r w:rsidRPr="003028FC">
              <w:t xml:space="preserve">This unit provides the skills and knowledge required to </w:t>
            </w:r>
            <w:r w:rsidR="005279B1">
              <w:t xml:space="preserve">recognise crop maturity and </w:t>
            </w:r>
            <w:r w:rsidRPr="003028FC">
              <w:t xml:space="preserve">harvest </w:t>
            </w:r>
            <w:r w:rsidR="005279B1">
              <w:t xml:space="preserve">crops commonly </w:t>
            </w:r>
            <w:r w:rsidR="005279B1" w:rsidRPr="005279B1">
              <w:t xml:space="preserve">used </w:t>
            </w:r>
            <w:r w:rsidR="005279B1">
              <w:t xml:space="preserve">in a </w:t>
            </w:r>
            <w:proofErr w:type="gramStart"/>
            <w:r w:rsidRPr="003028FC">
              <w:t xml:space="preserve">permaculture </w:t>
            </w:r>
            <w:r w:rsidR="005279B1">
              <w:t>system</w:t>
            </w:r>
            <w:r w:rsidR="007824FC">
              <w:t>s</w:t>
            </w:r>
            <w:proofErr w:type="gramEnd"/>
            <w:r w:rsidR="005279B1">
              <w:t xml:space="preserve">, requiring an understanding of </w:t>
            </w:r>
            <w:r w:rsidRPr="003028FC">
              <w:t>grading characteristics, maintaining quality and the effect of adverse weather conditions</w:t>
            </w:r>
            <w:r w:rsidR="005279B1">
              <w:t xml:space="preserve"> on </w:t>
            </w:r>
            <w:r w:rsidR="007824FC">
              <w:t>harvesting operations</w:t>
            </w:r>
            <w:r w:rsidRPr="003028FC">
              <w:t>.</w:t>
            </w:r>
          </w:p>
          <w:p w14:paraId="74898857" w14:textId="77777777" w:rsidR="003028FC" w:rsidRPr="003028FC" w:rsidRDefault="003028FC" w:rsidP="003028FC">
            <w:pPr>
              <w:pStyle w:val="SIText"/>
            </w:pPr>
          </w:p>
          <w:p w14:paraId="5B407AB9" w14:textId="2381379A" w:rsidR="003028FC" w:rsidRPr="003028FC" w:rsidRDefault="003028FC" w:rsidP="003028FC">
            <w:pPr>
              <w:pStyle w:val="SIText"/>
            </w:pPr>
            <w:r w:rsidRPr="003028FC">
              <w:t>This unit applies to individuals who work under supervision and exercise limited autonomy with some accountability for their own work. They undertake defined activities and work in a structured context.</w:t>
            </w:r>
          </w:p>
          <w:p w14:paraId="53B0F4A1" w14:textId="77777777" w:rsidR="003028FC" w:rsidRPr="003028FC" w:rsidRDefault="003028FC" w:rsidP="003028FC">
            <w:pPr>
              <w:pStyle w:val="SIText"/>
            </w:pPr>
          </w:p>
          <w:p w14:paraId="22C15BCD" w14:textId="46A5B422" w:rsidR="00373436" w:rsidRPr="000754EC" w:rsidRDefault="003028FC" w:rsidP="003028FC">
            <w:pPr>
              <w:pStyle w:val="SIText"/>
            </w:pPr>
            <w:r w:rsidRPr="003028FC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685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CFD2090" w:rsidR="00086857" w:rsidRPr="00086857" w:rsidRDefault="00086857" w:rsidP="00086857">
            <w:pPr>
              <w:pStyle w:val="SIText"/>
            </w:pPr>
            <w:r w:rsidRPr="00086857">
              <w:t>1. Assess plants for harvest</w:t>
            </w:r>
          </w:p>
        </w:tc>
        <w:tc>
          <w:tcPr>
            <w:tcW w:w="3604" w:type="pct"/>
            <w:shd w:val="clear" w:color="auto" w:fill="auto"/>
          </w:tcPr>
          <w:p w14:paraId="01DD12AB" w14:textId="77777777" w:rsidR="00086857" w:rsidRPr="00086857" w:rsidRDefault="00086857" w:rsidP="00086857">
            <w:r w:rsidRPr="00086857">
              <w:t>1.1 Identify crops to be harvested according to the harvesting plan</w:t>
            </w:r>
          </w:p>
          <w:p w14:paraId="1921E578" w14:textId="0CD61120" w:rsidR="00086857" w:rsidRPr="00086857" w:rsidRDefault="00086857" w:rsidP="00086857">
            <w:r w:rsidRPr="00086857">
              <w:t>1.2 Determine crop maturity</w:t>
            </w:r>
            <w:r w:rsidR="004070B5">
              <w:t xml:space="preserve"> and confirm with supervisor</w:t>
            </w:r>
          </w:p>
          <w:p w14:paraId="4B044429" w14:textId="2F3ED2C2" w:rsidR="00086857" w:rsidRPr="00086857" w:rsidRDefault="00086857" w:rsidP="00F51FAE">
            <w:r w:rsidRPr="00086857">
              <w:t xml:space="preserve">1.3 Confirm conditions are </w:t>
            </w:r>
            <w:r w:rsidR="004070B5">
              <w:t>conducive</w:t>
            </w:r>
            <w:r w:rsidR="004070B5" w:rsidRPr="00086857">
              <w:t xml:space="preserve"> </w:t>
            </w:r>
            <w:r w:rsidRPr="00086857">
              <w:t>for harvesting</w:t>
            </w:r>
            <w:r w:rsidR="004070B5">
              <w:t xml:space="preserve"> operations</w:t>
            </w:r>
          </w:p>
        </w:tc>
      </w:tr>
      <w:tr w:rsidR="0008685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7D0752C" w:rsidR="00086857" w:rsidRPr="00086857" w:rsidRDefault="00086857" w:rsidP="00086857">
            <w:pPr>
              <w:pStyle w:val="SIText"/>
            </w:pPr>
            <w:r w:rsidRPr="00086857">
              <w:t>2. Prepare equipment for harvesting</w:t>
            </w:r>
          </w:p>
        </w:tc>
        <w:tc>
          <w:tcPr>
            <w:tcW w:w="3604" w:type="pct"/>
            <w:shd w:val="clear" w:color="auto" w:fill="auto"/>
          </w:tcPr>
          <w:p w14:paraId="1DE61727" w14:textId="562F1BD6" w:rsidR="00086857" w:rsidRPr="00086857" w:rsidRDefault="00086857" w:rsidP="00086857">
            <w:r w:rsidRPr="00086857">
              <w:t xml:space="preserve">2.1 Select tools, </w:t>
            </w:r>
            <w:proofErr w:type="gramStart"/>
            <w:r w:rsidRPr="00086857">
              <w:t>equipment</w:t>
            </w:r>
            <w:proofErr w:type="gramEnd"/>
            <w:r w:rsidRPr="00086857">
              <w:t xml:space="preserve"> and machinery </w:t>
            </w:r>
            <w:r w:rsidR="004070B5">
              <w:t>for harvesting operations</w:t>
            </w:r>
          </w:p>
          <w:p w14:paraId="1F12F28F" w14:textId="77777777" w:rsidR="00086857" w:rsidRPr="00086857" w:rsidRDefault="00086857" w:rsidP="00086857">
            <w:r w:rsidRPr="00086857">
              <w:t xml:space="preserve">2.2 Carry out pre-operational and safety checks on tools, </w:t>
            </w:r>
            <w:proofErr w:type="gramStart"/>
            <w:r w:rsidRPr="00086857">
              <w:t>equipment</w:t>
            </w:r>
            <w:proofErr w:type="gramEnd"/>
            <w:r w:rsidRPr="00086857">
              <w:t xml:space="preserve"> and machinery according to manufacturer specifications</w:t>
            </w:r>
          </w:p>
          <w:p w14:paraId="2B00249F" w14:textId="684BB3E9" w:rsidR="00086857" w:rsidRPr="00086857" w:rsidRDefault="00086857" w:rsidP="00F51FAE">
            <w:pPr>
              <w:pStyle w:val="SIText"/>
            </w:pPr>
            <w:r w:rsidRPr="00086857">
              <w:t xml:space="preserve">2.3 Select, </w:t>
            </w:r>
            <w:proofErr w:type="gramStart"/>
            <w:r w:rsidRPr="00086857">
              <w:t>use</w:t>
            </w:r>
            <w:proofErr w:type="gramEnd"/>
            <w:r w:rsidRPr="00086857">
              <w:t xml:space="preserve"> and maintain personal protective equipment (PPE)</w:t>
            </w:r>
          </w:p>
        </w:tc>
      </w:tr>
      <w:tr w:rsidR="00086857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18217511" w:rsidR="00086857" w:rsidRPr="00086857" w:rsidRDefault="00086857" w:rsidP="00086857">
            <w:pPr>
              <w:pStyle w:val="SIText"/>
            </w:pPr>
            <w:r w:rsidRPr="00086857">
              <w:t>3. Harvest the crop</w:t>
            </w:r>
          </w:p>
        </w:tc>
        <w:tc>
          <w:tcPr>
            <w:tcW w:w="3604" w:type="pct"/>
            <w:shd w:val="clear" w:color="auto" w:fill="auto"/>
          </w:tcPr>
          <w:p w14:paraId="23E915C1" w14:textId="69BA3C97" w:rsidR="00086857" w:rsidRDefault="00086857" w:rsidP="00086857">
            <w:r w:rsidRPr="00086857">
              <w:t>3.1 Harvest crop safely</w:t>
            </w:r>
            <w:r w:rsidR="004070B5">
              <w:t xml:space="preserve"> according to workplace safety procedures</w:t>
            </w:r>
          </w:p>
          <w:p w14:paraId="33475622" w14:textId="06B881F5" w:rsidR="004070B5" w:rsidRDefault="004070B5" w:rsidP="00086857">
            <w:r>
              <w:t>3.2 Harvest and handle crop to prevent damage and maintain quality</w:t>
            </w:r>
          </w:p>
          <w:p w14:paraId="3FF460CF" w14:textId="55C75879" w:rsidR="00086857" w:rsidRPr="00086857" w:rsidRDefault="00086857" w:rsidP="00086857">
            <w:r w:rsidRPr="00086857">
              <w:t>3.</w:t>
            </w:r>
            <w:r w:rsidR="00F51FAE">
              <w:t>3</w:t>
            </w:r>
            <w:r w:rsidRPr="00086857">
              <w:t xml:space="preserve"> Sort and grade crop </w:t>
            </w:r>
            <w:r w:rsidR="004070B5">
              <w:t>into containers according to harvesting plan</w:t>
            </w:r>
          </w:p>
          <w:p w14:paraId="30767ED0" w14:textId="5B9A0720" w:rsidR="00086857" w:rsidRPr="00086857" w:rsidRDefault="00086857" w:rsidP="00086857">
            <w:pPr>
              <w:pStyle w:val="SIText"/>
            </w:pPr>
            <w:r w:rsidRPr="00086857">
              <w:t>3.</w:t>
            </w:r>
            <w:r w:rsidR="00F51FAE">
              <w:t>4</w:t>
            </w:r>
            <w:r w:rsidRPr="00086857">
              <w:t xml:space="preserve"> Clean and maintain harvesting tools, </w:t>
            </w:r>
            <w:proofErr w:type="gramStart"/>
            <w:r w:rsidRPr="00086857">
              <w:t>equipment</w:t>
            </w:r>
            <w:proofErr w:type="gramEnd"/>
            <w:r w:rsidRPr="00086857">
              <w:t xml:space="preserve"> and machinery</w:t>
            </w:r>
          </w:p>
        </w:tc>
      </w:tr>
      <w:tr w:rsidR="00086857" w:rsidRPr="00963A46" w14:paraId="26B883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649331" w14:textId="430C2DBD" w:rsidR="00086857" w:rsidRPr="00086857" w:rsidRDefault="00086857" w:rsidP="00086857">
            <w:pPr>
              <w:pStyle w:val="SIText"/>
            </w:pPr>
            <w:r w:rsidRPr="00086857">
              <w:t>4. Complete crop harvesting work</w:t>
            </w:r>
          </w:p>
        </w:tc>
        <w:tc>
          <w:tcPr>
            <w:tcW w:w="3604" w:type="pct"/>
            <w:shd w:val="clear" w:color="auto" w:fill="auto"/>
          </w:tcPr>
          <w:p w14:paraId="4B510691" w14:textId="3F10496A" w:rsidR="00086857" w:rsidRPr="00086857" w:rsidRDefault="00086857" w:rsidP="00086857">
            <w:r w:rsidRPr="00086857">
              <w:t xml:space="preserve">4.1 Employ safe manual handling techniques </w:t>
            </w:r>
            <w:r w:rsidR="004070B5">
              <w:t>throughout harvesting operations</w:t>
            </w:r>
          </w:p>
          <w:p w14:paraId="7E75C968" w14:textId="3AB332E6" w:rsidR="00086857" w:rsidRPr="00086857" w:rsidRDefault="00086857" w:rsidP="00086857">
            <w:r w:rsidRPr="00086857">
              <w:t>4.2 Move and stack containers to minimise damage to crop</w:t>
            </w:r>
          </w:p>
          <w:p w14:paraId="07BC87BB" w14:textId="546412CC" w:rsidR="00086857" w:rsidRPr="00086857" w:rsidRDefault="00086857" w:rsidP="00086857">
            <w:r w:rsidRPr="00086857">
              <w:t xml:space="preserve">4.3 Maintain temperature of crop </w:t>
            </w:r>
            <w:r w:rsidR="004070B5">
              <w:t>according to</w:t>
            </w:r>
            <w:r w:rsidRPr="00086857">
              <w:t xml:space="preserve"> harvesting plan</w:t>
            </w:r>
          </w:p>
          <w:p w14:paraId="66AFC89A" w14:textId="005E7E4E" w:rsidR="00086857" w:rsidRPr="00086857" w:rsidRDefault="00086857" w:rsidP="00086857">
            <w:r w:rsidRPr="00086857">
              <w:t>4.4 Transport crop from field to processing or storage area</w:t>
            </w:r>
          </w:p>
          <w:p w14:paraId="6F6F951E" w14:textId="00AFBA94" w:rsidR="00086857" w:rsidRPr="00086857" w:rsidRDefault="00086857" w:rsidP="00086857">
            <w:r w:rsidRPr="00086857">
              <w:t>4.5 Maintain containers in good working order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301D10BB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1C4296A" w:rsidR="00F1480E" w:rsidRPr="005404CB" w:rsidRDefault="00C26A56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295CB900" w:rsidR="00F1480E" w:rsidRPr="005404CB" w:rsidRDefault="00C26A56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harvesting plans and procedures to ensure compliance with work requirements and quality standards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4321703B" w:rsidR="00041E59" w:rsidRPr="005404CB" w:rsidRDefault="005279B1">
            <w:pPr>
              <w:pStyle w:val="SIText"/>
            </w:pPr>
            <w:r w:rsidRPr="005279B1">
              <w:t>AHCPER2</w:t>
            </w:r>
            <w:r w:rsidR="008E72F6">
              <w:t>X5</w:t>
            </w:r>
            <w:r w:rsidRPr="005279B1">
              <w:t xml:space="preserve"> Harvest crops in a permaculture system</w:t>
            </w:r>
          </w:p>
        </w:tc>
        <w:tc>
          <w:tcPr>
            <w:tcW w:w="1105" w:type="pct"/>
          </w:tcPr>
          <w:p w14:paraId="64EA7AE3" w14:textId="5B9586A5" w:rsidR="00041E59" w:rsidRPr="005404CB" w:rsidRDefault="005279B1" w:rsidP="005404CB">
            <w:pPr>
              <w:pStyle w:val="SIText"/>
            </w:pPr>
            <w:r w:rsidRPr="003028FC">
              <w:t>AHCPER208 Harvest permaculture crops</w:t>
            </w:r>
          </w:p>
        </w:tc>
        <w:tc>
          <w:tcPr>
            <w:tcW w:w="1251" w:type="pct"/>
          </w:tcPr>
          <w:p w14:paraId="03DE265B" w14:textId="77777777" w:rsidR="00041E59" w:rsidRDefault="005279B1" w:rsidP="005404CB">
            <w:pPr>
              <w:pStyle w:val="SIText"/>
            </w:pPr>
            <w:r>
              <w:t>Title change to clarify the unit intent</w:t>
            </w:r>
          </w:p>
          <w:p w14:paraId="3E031D32" w14:textId="38A8ED7D" w:rsidR="005279B1" w:rsidRPr="005404CB" w:rsidRDefault="004070B5" w:rsidP="005404CB">
            <w:pPr>
              <w:pStyle w:val="SIText"/>
            </w:pPr>
            <w:r>
              <w:t xml:space="preserve">Minor changes to Application and Performance Criteria for </w:t>
            </w:r>
            <w:r w:rsidR="00396F33">
              <w:t xml:space="preserve">brevity and </w:t>
            </w:r>
            <w:r>
              <w:t xml:space="preserve">clarity </w:t>
            </w:r>
          </w:p>
        </w:tc>
        <w:tc>
          <w:tcPr>
            <w:tcW w:w="1616" w:type="pct"/>
          </w:tcPr>
          <w:p w14:paraId="426455CD" w14:textId="6E9DAF34" w:rsidR="00916CD7" w:rsidRPr="005404CB" w:rsidRDefault="00F51FAE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C72189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F0B1610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3028FC" w:rsidRPr="003028FC">
              <w:t>AHCPER2</w:t>
            </w:r>
            <w:r w:rsidR="008E72F6">
              <w:t>X5</w:t>
            </w:r>
            <w:r w:rsidR="003028FC" w:rsidRPr="003028FC">
              <w:t xml:space="preserve"> Harvest </w:t>
            </w:r>
            <w:r w:rsidR="00E42990">
              <w:t xml:space="preserve">crops in a </w:t>
            </w:r>
            <w:r w:rsidR="003028FC" w:rsidRPr="003028FC">
              <w:t xml:space="preserve">permaculture </w:t>
            </w:r>
            <w:r w:rsidR="00E42990">
              <w:t>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3EF33D7" w14:textId="77777777" w:rsidR="001C64E7" w:rsidRDefault="001C64E7" w:rsidP="001C64E7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AA46938" w14:textId="60653FF7" w:rsidR="001C64E7" w:rsidRDefault="001C64E7" w:rsidP="001C64E7">
            <w:pPr>
              <w:pStyle w:val="SIText"/>
            </w:pPr>
            <w:r>
              <w:t>There must be evidence that the individual has harvested at least one crop and has:</w:t>
            </w:r>
          </w:p>
          <w:p w14:paraId="7758561D" w14:textId="2F2CE725" w:rsidR="00086857" w:rsidRPr="00086857" w:rsidRDefault="00086857" w:rsidP="00086857">
            <w:pPr>
              <w:pStyle w:val="SIBulletList1"/>
            </w:pPr>
            <w:r w:rsidRPr="00086857">
              <w:t>assess</w:t>
            </w:r>
            <w:r w:rsidR="001C64E7">
              <w:t>ed</w:t>
            </w:r>
            <w:r w:rsidRPr="00086857">
              <w:t xml:space="preserve"> </w:t>
            </w:r>
            <w:r w:rsidR="001C64E7">
              <w:t>crops</w:t>
            </w:r>
            <w:r w:rsidR="00EF156C">
              <w:t xml:space="preserve"> and conditions </w:t>
            </w:r>
            <w:r w:rsidRPr="00086857">
              <w:t>for harvest</w:t>
            </w:r>
          </w:p>
          <w:p w14:paraId="12ECA008" w14:textId="323AF23D" w:rsidR="00086857" w:rsidRPr="00086857" w:rsidRDefault="00086857" w:rsidP="00086857">
            <w:pPr>
              <w:pStyle w:val="SIBulletList1"/>
            </w:pPr>
            <w:r w:rsidRPr="00086857">
              <w:t>prepare</w:t>
            </w:r>
            <w:r w:rsidR="001C64E7">
              <w:t>d resources and materials f</w:t>
            </w:r>
            <w:r w:rsidR="001C64E7" w:rsidRPr="00086857">
              <w:t xml:space="preserve">or </w:t>
            </w:r>
            <w:r w:rsidR="001C64E7">
              <w:t xml:space="preserve">crop </w:t>
            </w:r>
            <w:r w:rsidRPr="00086857">
              <w:t>harvest</w:t>
            </w:r>
            <w:r w:rsidR="001C64E7">
              <w:t xml:space="preserve"> operations</w:t>
            </w:r>
          </w:p>
          <w:p w14:paraId="1AC41260" w14:textId="223B3339" w:rsidR="00086857" w:rsidRPr="00086857" w:rsidRDefault="00086857" w:rsidP="00086857">
            <w:pPr>
              <w:pStyle w:val="SIBulletList1"/>
            </w:pPr>
            <w:r w:rsidRPr="00086857">
              <w:t>carry out harvest operations</w:t>
            </w:r>
            <w:r w:rsidR="001C64E7">
              <w:t xml:space="preserve"> safely without damage to crop</w:t>
            </w:r>
          </w:p>
          <w:p w14:paraId="6F019A94" w14:textId="3E5D4880" w:rsidR="00086857" w:rsidRDefault="001C64E7" w:rsidP="00086857">
            <w:pPr>
              <w:pStyle w:val="SIBulletList1"/>
            </w:pPr>
            <w:r>
              <w:t xml:space="preserve">prepared, operated and </w:t>
            </w:r>
            <w:r w:rsidR="00086857" w:rsidRPr="00086857">
              <w:t>maintain</w:t>
            </w:r>
            <w:r>
              <w:t>ed</w:t>
            </w:r>
            <w:r w:rsidR="00086857" w:rsidRPr="00086857">
              <w:t xml:space="preserve"> harvesting equipment</w:t>
            </w:r>
          </w:p>
          <w:p w14:paraId="6BFA69AA" w14:textId="25B4F4E4" w:rsidR="00556C4C" w:rsidRPr="005404CB" w:rsidRDefault="001C64E7" w:rsidP="00D0171E">
            <w:pPr>
              <w:pStyle w:val="SIBulletList1"/>
            </w:pPr>
            <w:r>
              <w:t xml:space="preserve">graded, packed into </w:t>
            </w:r>
            <w:proofErr w:type="gramStart"/>
            <w:r>
              <w:t>containers</w:t>
            </w:r>
            <w:proofErr w:type="gramEnd"/>
            <w:r>
              <w:t xml:space="preserve"> and stored harvested crop.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A58A07F" w14:textId="2A238873" w:rsidR="00086857" w:rsidRPr="00086857" w:rsidRDefault="001C64E7" w:rsidP="00086857">
            <w:r w:rsidRPr="001C64E7">
              <w:t>An individual must be able to demonstrate the knowledge required to perform the tasks outlined in the elements and performance criteria of this unit. This includes knowledge of:</w:t>
            </w:r>
          </w:p>
          <w:p w14:paraId="5511F264" w14:textId="77777777" w:rsidR="00086857" w:rsidRPr="00086857" w:rsidRDefault="00086857" w:rsidP="00086857">
            <w:pPr>
              <w:pStyle w:val="SIBulletList1"/>
            </w:pPr>
            <w:r w:rsidRPr="00086857">
              <w:t>permaculture principles related to harvesting</w:t>
            </w:r>
          </w:p>
          <w:p w14:paraId="2C8CC065" w14:textId="77777777" w:rsidR="00086857" w:rsidRPr="00086857" w:rsidRDefault="00086857" w:rsidP="00086857">
            <w:pPr>
              <w:pStyle w:val="SIBulletList1"/>
            </w:pPr>
            <w:r w:rsidRPr="00086857">
              <w:t>principles of sustainable horticultural practices</w:t>
            </w:r>
          </w:p>
          <w:p w14:paraId="2EBDA2E8" w14:textId="33A95D27" w:rsidR="00086857" w:rsidRDefault="00086857" w:rsidP="00086857">
            <w:pPr>
              <w:pStyle w:val="SIBulletList1"/>
            </w:pPr>
            <w:r w:rsidRPr="00086857">
              <w:t>crops common</w:t>
            </w:r>
            <w:r w:rsidR="001C64E7">
              <w:t xml:space="preserve">ly used in </w:t>
            </w:r>
            <w:r w:rsidRPr="00086857">
              <w:t>permaculture systems</w:t>
            </w:r>
          </w:p>
          <w:p w14:paraId="63AA01FE" w14:textId="0C1B6277" w:rsidR="001C64E7" w:rsidRDefault="001C64E7" w:rsidP="00086857">
            <w:pPr>
              <w:pStyle w:val="SIBulletList1"/>
            </w:pPr>
            <w:r>
              <w:t>indicators of crop maturity for harvesting</w:t>
            </w:r>
          </w:p>
          <w:p w14:paraId="4FB62DFC" w14:textId="286541C2" w:rsidR="00907BD1" w:rsidRDefault="00907BD1" w:rsidP="00086857">
            <w:pPr>
              <w:pStyle w:val="SIBulletList1"/>
            </w:pPr>
            <w:r>
              <w:t>impact of environmental conditions on crop harvesting including:</w:t>
            </w:r>
          </w:p>
          <w:p w14:paraId="4F988053" w14:textId="77777777" w:rsidR="00907BD1" w:rsidRDefault="00907BD1" w:rsidP="00D0171E">
            <w:pPr>
              <w:pStyle w:val="SIBulletList2"/>
            </w:pPr>
            <w:r>
              <w:t>weather impact on crop</w:t>
            </w:r>
          </w:p>
          <w:p w14:paraId="7D6C99D9" w14:textId="3A0F834C" w:rsidR="00907BD1" w:rsidRPr="00086857" w:rsidRDefault="00907BD1" w:rsidP="00D0171E">
            <w:pPr>
              <w:pStyle w:val="SIBulletList2"/>
            </w:pPr>
            <w:r>
              <w:t>safe access to harvest site</w:t>
            </w:r>
          </w:p>
          <w:p w14:paraId="3C1F6B4F" w14:textId="036767C1" w:rsidR="00086857" w:rsidRPr="00086857" w:rsidRDefault="00086857" w:rsidP="00086857">
            <w:pPr>
              <w:pStyle w:val="SIBulletList1"/>
            </w:pPr>
            <w:r w:rsidRPr="00086857">
              <w:t>harvesting techniques,</w:t>
            </w:r>
            <w:r w:rsidR="001C64E7">
              <w:t xml:space="preserve"> including</w:t>
            </w:r>
            <w:r w:rsidRPr="00086857">
              <w:t>:</w:t>
            </w:r>
          </w:p>
          <w:p w14:paraId="1C64850D" w14:textId="77777777" w:rsidR="00086857" w:rsidRPr="00086857" w:rsidRDefault="00086857" w:rsidP="00086857">
            <w:pPr>
              <w:pStyle w:val="SIBulletList2"/>
            </w:pPr>
            <w:r w:rsidRPr="00086857">
              <w:t>selective picking or hand picking ripe from unripe</w:t>
            </w:r>
          </w:p>
          <w:p w14:paraId="575104E9" w14:textId="77777777" w:rsidR="00086857" w:rsidRPr="00086857" w:rsidRDefault="00086857" w:rsidP="00086857">
            <w:pPr>
              <w:pStyle w:val="SIBulletList2"/>
            </w:pPr>
            <w:r w:rsidRPr="00086857">
              <w:t>tree shaking</w:t>
            </w:r>
          </w:p>
          <w:p w14:paraId="5A363988" w14:textId="77777777" w:rsidR="00086857" w:rsidRPr="00086857" w:rsidRDefault="00086857" w:rsidP="00086857">
            <w:pPr>
              <w:pStyle w:val="SIBulletList2"/>
            </w:pPr>
            <w:r w:rsidRPr="00086857">
              <w:t>picking leaves rather than whole plants</w:t>
            </w:r>
          </w:p>
          <w:p w14:paraId="6D49FCE8" w14:textId="31040EA3" w:rsidR="00086857" w:rsidRPr="00086857" w:rsidRDefault="00086857" w:rsidP="00086857">
            <w:pPr>
              <w:pStyle w:val="SIBulletList2"/>
            </w:pPr>
            <w:r w:rsidRPr="00086857">
              <w:t>cutting plants and allowing to regrow (</w:t>
            </w:r>
            <w:r w:rsidR="001C64E7">
              <w:t>for example,</w:t>
            </w:r>
            <w:r w:rsidR="001C64E7" w:rsidRPr="00086857">
              <w:t xml:space="preserve"> </w:t>
            </w:r>
            <w:r w:rsidRPr="00086857">
              <w:t>leeks, spring onions)</w:t>
            </w:r>
          </w:p>
          <w:p w14:paraId="4A783CB4" w14:textId="77777777" w:rsidR="00086857" w:rsidRPr="00086857" w:rsidRDefault="00086857" w:rsidP="00086857">
            <w:pPr>
              <w:pStyle w:val="SIBulletList2"/>
            </w:pPr>
            <w:r w:rsidRPr="00086857">
              <w:t>thinning or removing weak or diseased plants from among healthy ones</w:t>
            </w:r>
          </w:p>
          <w:p w14:paraId="01BD98F1" w14:textId="03B24D8C" w:rsidR="00086857" w:rsidRPr="00086857" w:rsidRDefault="00086857" w:rsidP="00086857">
            <w:pPr>
              <w:pStyle w:val="SIBulletList2"/>
            </w:pPr>
            <w:r w:rsidRPr="00086857">
              <w:t>end of season crop extension harvesting (</w:t>
            </w:r>
            <w:r w:rsidR="001C64E7">
              <w:t>for example,</w:t>
            </w:r>
            <w:r w:rsidRPr="00086857">
              <w:t xml:space="preserve"> hanging tomato plants to ripen indoors)</w:t>
            </w:r>
          </w:p>
          <w:p w14:paraId="61A0F6F8" w14:textId="77777777" w:rsidR="00086857" w:rsidRPr="00086857" w:rsidRDefault="00086857" w:rsidP="00086857">
            <w:pPr>
              <w:pStyle w:val="SIBulletList1"/>
            </w:pPr>
            <w:r w:rsidRPr="00086857">
              <w:t>equipment and machinery used in harvesting</w:t>
            </w:r>
          </w:p>
          <w:p w14:paraId="772F6262" w14:textId="6A55AE87" w:rsidR="00086857" w:rsidRPr="00086857" w:rsidRDefault="00086857" w:rsidP="00086857">
            <w:pPr>
              <w:pStyle w:val="SIBulletList1"/>
            </w:pPr>
            <w:r w:rsidRPr="00086857">
              <w:t xml:space="preserve">sorting and grading, </w:t>
            </w:r>
            <w:r w:rsidR="001C64E7">
              <w:t>including</w:t>
            </w:r>
            <w:r w:rsidRPr="00086857">
              <w:t>:</w:t>
            </w:r>
          </w:p>
          <w:p w14:paraId="6FDE35B8" w14:textId="7415537F" w:rsidR="00086857" w:rsidRPr="00086857" w:rsidRDefault="00086857" w:rsidP="00086857">
            <w:pPr>
              <w:pStyle w:val="SIBulletList2"/>
            </w:pPr>
            <w:r w:rsidRPr="00086857">
              <w:t xml:space="preserve">removing out-of-type </w:t>
            </w:r>
            <w:r w:rsidR="00AF119F">
              <w:t>crop</w:t>
            </w:r>
          </w:p>
          <w:p w14:paraId="3ABFD83E" w14:textId="713122E6" w:rsidR="00086857" w:rsidRPr="00086857" w:rsidRDefault="00086857" w:rsidP="00086857">
            <w:pPr>
              <w:pStyle w:val="SIBulletList2"/>
            </w:pPr>
            <w:r w:rsidRPr="00086857">
              <w:t xml:space="preserve">removing physically damaged, unhealthy, </w:t>
            </w:r>
            <w:proofErr w:type="gramStart"/>
            <w:r w:rsidRPr="00086857">
              <w:t>rotten</w:t>
            </w:r>
            <w:proofErr w:type="gramEnd"/>
            <w:r w:rsidRPr="00086857">
              <w:t xml:space="preserve"> or immature </w:t>
            </w:r>
            <w:r w:rsidR="00AF119F">
              <w:t>crop</w:t>
            </w:r>
          </w:p>
          <w:p w14:paraId="6CD79ADD" w14:textId="77777777" w:rsidR="00086857" w:rsidRPr="00086857" w:rsidRDefault="00086857" w:rsidP="00086857">
            <w:pPr>
              <w:pStyle w:val="SIBulletList2"/>
            </w:pPr>
            <w:r w:rsidRPr="00086857">
              <w:t>grading of the crop according to variety, size, length, colour, maturity, blemishes, bud count and quality, being subject to seasonal and market forces</w:t>
            </w:r>
          </w:p>
          <w:p w14:paraId="265CF00C" w14:textId="07597BB5" w:rsidR="00086857" w:rsidRPr="00086857" w:rsidRDefault="00086857" w:rsidP="00086857">
            <w:pPr>
              <w:pStyle w:val="SIBulletList1"/>
            </w:pPr>
            <w:r w:rsidRPr="00086857">
              <w:t xml:space="preserve">storage, </w:t>
            </w:r>
            <w:proofErr w:type="gramStart"/>
            <w:r w:rsidRPr="00086857">
              <w:t>transportation</w:t>
            </w:r>
            <w:proofErr w:type="gramEnd"/>
            <w:r w:rsidRPr="00086857">
              <w:t xml:space="preserve"> and grading of crops</w:t>
            </w:r>
            <w:r w:rsidR="001C64E7">
              <w:t xml:space="preserve">, including containers and their maintenance </w:t>
            </w:r>
          </w:p>
          <w:p w14:paraId="5F9D2049" w14:textId="0514C3D3" w:rsidR="00E42990" w:rsidRDefault="00086857" w:rsidP="00D0171E">
            <w:pPr>
              <w:pStyle w:val="SIBulletList1"/>
            </w:pPr>
            <w:r w:rsidRPr="00086857">
              <w:t xml:space="preserve">methods of waste disposal </w:t>
            </w:r>
            <w:r w:rsidR="001C64E7">
              <w:t>with</w:t>
            </w:r>
            <w:r w:rsidR="001C64E7" w:rsidRPr="00086857">
              <w:t xml:space="preserve"> </w:t>
            </w:r>
            <w:r w:rsidRPr="00086857">
              <w:t>minimal impact on the environment</w:t>
            </w:r>
          </w:p>
          <w:p w14:paraId="5C8CD985" w14:textId="372F0891" w:rsidR="00F1480E" w:rsidRPr="005404CB" w:rsidRDefault="00E42990" w:rsidP="00D0171E">
            <w:pPr>
              <w:pStyle w:val="SIBulletList1"/>
            </w:pPr>
            <w:r>
              <w:t xml:space="preserve">safe work practices when harvesting, </w:t>
            </w:r>
            <w:proofErr w:type="gramStart"/>
            <w:r>
              <w:t>grading</w:t>
            </w:r>
            <w:proofErr w:type="gramEnd"/>
            <w:r>
              <w:t xml:space="preserve"> and storing crops</w:t>
            </w:r>
            <w:r w:rsidR="001C64E7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30900B3" w14:textId="77777777" w:rsidR="00E42990" w:rsidRDefault="00E42990" w:rsidP="00E4299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B6CAAFF" w14:textId="77777777" w:rsidR="00E42990" w:rsidRPr="00E42990" w:rsidRDefault="00E42990" w:rsidP="00D0171E">
            <w:pPr>
              <w:pStyle w:val="SIBulletList1"/>
            </w:pPr>
            <w:r w:rsidRPr="00E42990">
              <w:t>physical conditions:</w:t>
            </w:r>
          </w:p>
          <w:p w14:paraId="02E8B58F" w14:textId="200FB39A" w:rsidR="00E42990" w:rsidRPr="00D0171E" w:rsidRDefault="00E42990" w:rsidP="00D0171E">
            <w:pPr>
              <w:pStyle w:val="SIBulletList2"/>
              <w:rPr>
                <w:rFonts w:eastAsia="Calibri"/>
              </w:rPr>
            </w:pPr>
            <w:r w:rsidRPr="00F51FAE">
              <w:t>skills must be demonstrated on</w:t>
            </w:r>
            <w:r w:rsidRPr="00D0171E">
              <w:t xml:space="preserve"> a permaculture property with maturing crops</w:t>
            </w:r>
            <w:r w:rsidRPr="00F51FAE">
              <w:t xml:space="preserve"> or</w:t>
            </w:r>
            <w:r w:rsidRPr="00D0171E">
              <w:t xml:space="preserve"> an environment that accurately represents workplace conditions</w:t>
            </w:r>
          </w:p>
          <w:p w14:paraId="3489D5EA" w14:textId="77777777" w:rsidR="00E42990" w:rsidRPr="00E42990" w:rsidRDefault="00E42990" w:rsidP="00D0171E">
            <w:pPr>
              <w:pStyle w:val="SIBulletList1"/>
            </w:pPr>
            <w:r w:rsidRPr="00E42990">
              <w:t xml:space="preserve">resources, </w:t>
            </w:r>
            <w:proofErr w:type="gramStart"/>
            <w:r w:rsidRPr="00E42990">
              <w:t>equipment</w:t>
            </w:r>
            <w:proofErr w:type="gramEnd"/>
            <w:r w:rsidRPr="00E42990">
              <w:t xml:space="preserve"> and materials:</w:t>
            </w:r>
          </w:p>
          <w:p w14:paraId="26E036DF" w14:textId="1569DA56" w:rsidR="00E42990" w:rsidRPr="00E42990" w:rsidRDefault="00E42990" w:rsidP="00D0171E">
            <w:pPr>
              <w:pStyle w:val="SIBulletList2"/>
              <w:rPr>
                <w:rFonts w:eastAsia="Calibri"/>
              </w:rPr>
            </w:pPr>
            <w:r w:rsidRPr="00E42990">
              <w:t>use of tools and equipment</w:t>
            </w:r>
            <w:r>
              <w:t xml:space="preserve"> for harvesting</w:t>
            </w:r>
          </w:p>
          <w:p w14:paraId="02A5D0B9" w14:textId="77777777" w:rsidR="00E42990" w:rsidRPr="00D0171E" w:rsidRDefault="00E42990" w:rsidP="00D0171E">
            <w:pPr>
              <w:pStyle w:val="SIBulletList2"/>
              <w:rPr>
                <w:rFonts w:eastAsia="Calibri"/>
              </w:rPr>
            </w:pPr>
            <w:r w:rsidRPr="00E42990">
              <w:t>use of personal protective equipment</w:t>
            </w:r>
          </w:p>
          <w:p w14:paraId="18E9E259" w14:textId="0334EB37" w:rsidR="00E42990" w:rsidRDefault="00E42990" w:rsidP="00D0171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crops to harvest</w:t>
            </w:r>
          </w:p>
          <w:p w14:paraId="13C3B699" w14:textId="1BCF30A6" w:rsidR="002C2D3B" w:rsidRPr="00E42990" w:rsidRDefault="00D0171E" w:rsidP="00D0171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="002C2D3B">
              <w:rPr>
                <w:rFonts w:eastAsia="Calibri"/>
              </w:rPr>
              <w:t>se of containers and site</w:t>
            </w:r>
            <w:r>
              <w:rPr>
                <w:rFonts w:eastAsia="Calibri"/>
              </w:rPr>
              <w:t xml:space="preserve"> to store harvest</w:t>
            </w:r>
          </w:p>
          <w:p w14:paraId="2E44F62A" w14:textId="77777777" w:rsidR="00E42990" w:rsidRPr="00E42990" w:rsidRDefault="00E42990" w:rsidP="00D0171E">
            <w:pPr>
              <w:pStyle w:val="SIBulletList1"/>
              <w:rPr>
                <w:rFonts w:eastAsia="Calibri"/>
              </w:rPr>
            </w:pPr>
            <w:r w:rsidRPr="00E42990">
              <w:rPr>
                <w:rFonts w:eastAsia="Calibri"/>
              </w:rPr>
              <w:t>specifications:</w:t>
            </w:r>
          </w:p>
          <w:p w14:paraId="26A48280" w14:textId="71A5CFF4" w:rsidR="00E42990" w:rsidRPr="00E42990" w:rsidRDefault="00E42990" w:rsidP="00D0171E">
            <w:pPr>
              <w:pStyle w:val="SIBulletList2"/>
              <w:rPr>
                <w:rFonts w:eastAsia="Calibri"/>
              </w:rPr>
            </w:pPr>
            <w:r w:rsidRPr="00E42990">
              <w:rPr>
                <w:rFonts w:eastAsia="Calibri"/>
              </w:rPr>
              <w:t>use of workplace procedures</w:t>
            </w:r>
            <w:r w:rsidR="002C2D3B">
              <w:rPr>
                <w:rFonts w:eastAsia="Calibri"/>
              </w:rPr>
              <w:t xml:space="preserve"> and </w:t>
            </w:r>
            <w:r w:rsidRPr="00E42990">
              <w:rPr>
                <w:rFonts w:eastAsia="Calibri"/>
              </w:rPr>
              <w:t>processes</w:t>
            </w:r>
          </w:p>
          <w:p w14:paraId="102F3FCB" w14:textId="6C8E52DA" w:rsidR="00E42990" w:rsidRPr="00E42990" w:rsidRDefault="00E42990" w:rsidP="00D0171E">
            <w:pPr>
              <w:pStyle w:val="SIBulletList2"/>
              <w:rPr>
                <w:rFonts w:eastAsia="Calibri"/>
              </w:rPr>
            </w:pPr>
            <w:r w:rsidRPr="00E42990">
              <w:rPr>
                <w:rFonts w:eastAsia="Calibri"/>
              </w:rPr>
              <w:t>use of manufacturer operating instructions for equipment</w:t>
            </w:r>
          </w:p>
          <w:p w14:paraId="69125F1E" w14:textId="77777777" w:rsidR="002C2D3B" w:rsidRDefault="00E42990" w:rsidP="00D0171E">
            <w:pPr>
              <w:pStyle w:val="SIBulletList2"/>
              <w:rPr>
                <w:rFonts w:eastAsia="Calibri"/>
              </w:rPr>
            </w:pPr>
            <w:r w:rsidRPr="00E42990">
              <w:rPr>
                <w:rFonts w:eastAsia="Calibri"/>
              </w:rPr>
              <w:t>use of workplace instructions</w:t>
            </w:r>
          </w:p>
          <w:p w14:paraId="7B78CDE6" w14:textId="4A1DCF92" w:rsidR="00E42990" w:rsidRPr="00E42990" w:rsidRDefault="002C2D3B" w:rsidP="00D0171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grading standards for harvested crops</w:t>
            </w:r>
          </w:p>
          <w:p w14:paraId="17A0BE21" w14:textId="77777777" w:rsidR="00E42990" w:rsidRPr="00E42990" w:rsidRDefault="00E42990" w:rsidP="00D0171E">
            <w:pPr>
              <w:pStyle w:val="SIBulletList1"/>
            </w:pPr>
            <w:r w:rsidRPr="00E42990">
              <w:t>relationships:</w:t>
            </w:r>
          </w:p>
          <w:p w14:paraId="0A5B6796" w14:textId="253C9810" w:rsidR="00E42990" w:rsidRPr="00E42990" w:rsidRDefault="002C2D3B" w:rsidP="00D0171E">
            <w:pPr>
              <w:pStyle w:val="SIBulletList2"/>
            </w:pPr>
            <w:r>
              <w:lastRenderedPageBreak/>
              <w:t>supervisor</w:t>
            </w:r>
          </w:p>
          <w:p w14:paraId="6FA1A7BA" w14:textId="77777777" w:rsidR="00E42990" w:rsidRPr="00E42990" w:rsidRDefault="00E42990" w:rsidP="00D0171E">
            <w:pPr>
              <w:pStyle w:val="SIBulletList1"/>
            </w:pPr>
            <w:r w:rsidRPr="00E42990">
              <w:t xml:space="preserve">timeframes: </w:t>
            </w:r>
          </w:p>
          <w:p w14:paraId="1EDC3C21" w14:textId="2408251D" w:rsidR="00E42990" w:rsidRPr="00E42990" w:rsidRDefault="00E42990" w:rsidP="00D0171E">
            <w:pPr>
              <w:pStyle w:val="SIBulletList2"/>
            </w:pPr>
            <w:r w:rsidRPr="00E42990">
              <w:t xml:space="preserve">according to </w:t>
            </w:r>
            <w:r w:rsidR="002C2D3B">
              <w:t xml:space="preserve">ripening time </w:t>
            </w:r>
            <w:r w:rsidRPr="00E42990">
              <w:t xml:space="preserve">specified in </w:t>
            </w:r>
            <w:r w:rsidR="002C2D3B">
              <w:t>harvesting plan</w:t>
            </w:r>
            <w:r w:rsidRPr="00E42990">
              <w:t>.</w:t>
            </w:r>
          </w:p>
          <w:p w14:paraId="01FB9043" w14:textId="77777777" w:rsidR="00E42990" w:rsidRPr="00EA3EBA" w:rsidRDefault="00E42990" w:rsidP="00E42990"/>
          <w:p w14:paraId="2ADA1EC0" w14:textId="77777777" w:rsidR="00E42990" w:rsidRPr="00EA3EBA" w:rsidRDefault="00E42990" w:rsidP="00E42990">
            <w:r w:rsidRPr="00EA3EBA">
              <w:t>Assessors of this unit must satisfy the requirements for assessors in applicable vocational education and training legislation, frameworks and/or standards.</w:t>
            </w:r>
          </w:p>
          <w:p w14:paraId="759850B7" w14:textId="16115CC8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8020" w14:textId="77777777" w:rsidR="00BA5F11" w:rsidRDefault="00BA5F11" w:rsidP="00BF3F0A">
      <w:r>
        <w:separator/>
      </w:r>
    </w:p>
    <w:p w14:paraId="454D37BF" w14:textId="77777777" w:rsidR="00BA5F11" w:rsidRDefault="00BA5F11"/>
  </w:endnote>
  <w:endnote w:type="continuationSeparator" w:id="0">
    <w:p w14:paraId="15F5BFA2" w14:textId="77777777" w:rsidR="00BA5F11" w:rsidRDefault="00BA5F11" w:rsidP="00BF3F0A">
      <w:r>
        <w:continuationSeparator/>
      </w:r>
    </w:p>
    <w:p w14:paraId="0FC56067" w14:textId="77777777" w:rsidR="00BA5F11" w:rsidRDefault="00BA5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0171E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93FD" w14:textId="77777777" w:rsidR="00BA5F11" w:rsidRDefault="00BA5F11" w:rsidP="00BF3F0A">
      <w:r>
        <w:separator/>
      </w:r>
    </w:p>
    <w:p w14:paraId="56FA2C2C" w14:textId="77777777" w:rsidR="00BA5F11" w:rsidRDefault="00BA5F11"/>
  </w:footnote>
  <w:footnote w:type="continuationSeparator" w:id="0">
    <w:p w14:paraId="2649B98C" w14:textId="77777777" w:rsidR="00BA5F11" w:rsidRDefault="00BA5F11" w:rsidP="00BF3F0A">
      <w:r>
        <w:continuationSeparator/>
      </w:r>
    </w:p>
    <w:p w14:paraId="75600533" w14:textId="77777777" w:rsidR="00BA5F11" w:rsidRDefault="00BA5F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920F67A" w:rsidR="009C2650" w:rsidRPr="000754EC" w:rsidRDefault="0024527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028FC" w:rsidRPr="003028FC">
      <w:t>AHCPER2</w:t>
    </w:r>
    <w:r w:rsidR="008E72F6">
      <w:t>X5</w:t>
    </w:r>
    <w:r w:rsidR="003028FC" w:rsidRPr="003028FC">
      <w:t xml:space="preserve"> Harvest </w:t>
    </w:r>
    <w:r w:rsidR="005279B1">
      <w:t xml:space="preserve">crops in a </w:t>
    </w:r>
    <w:r w:rsidR="003028FC" w:rsidRPr="003028FC">
      <w:t xml:space="preserve">permaculture </w:t>
    </w:r>
    <w:r w:rsidR="005279B1">
      <w:t>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345F0"/>
    <w:multiLevelType w:val="multilevel"/>
    <w:tmpl w:val="AC9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D66A5"/>
    <w:multiLevelType w:val="multilevel"/>
    <w:tmpl w:val="34D68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7673E"/>
    <w:multiLevelType w:val="multilevel"/>
    <w:tmpl w:val="F1303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3772D5"/>
    <w:multiLevelType w:val="multilevel"/>
    <w:tmpl w:val="3E548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3A3C96"/>
    <w:multiLevelType w:val="multilevel"/>
    <w:tmpl w:val="F578B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71A27B3"/>
    <w:multiLevelType w:val="multilevel"/>
    <w:tmpl w:val="7D06C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795EC8"/>
    <w:multiLevelType w:val="multilevel"/>
    <w:tmpl w:val="B5A02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286E91"/>
    <w:multiLevelType w:val="multilevel"/>
    <w:tmpl w:val="DEFC0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F0E20"/>
    <w:multiLevelType w:val="multilevel"/>
    <w:tmpl w:val="0E1CC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281FAB"/>
    <w:multiLevelType w:val="multilevel"/>
    <w:tmpl w:val="34B2D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BE81F54"/>
    <w:multiLevelType w:val="multilevel"/>
    <w:tmpl w:val="207A2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B104BE"/>
    <w:multiLevelType w:val="multilevel"/>
    <w:tmpl w:val="245A0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B5842"/>
    <w:multiLevelType w:val="multilevel"/>
    <w:tmpl w:val="41F6F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64C50"/>
    <w:multiLevelType w:val="multilevel"/>
    <w:tmpl w:val="9B7A2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4D626E"/>
    <w:multiLevelType w:val="multilevel"/>
    <w:tmpl w:val="D7509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261251"/>
    <w:multiLevelType w:val="multilevel"/>
    <w:tmpl w:val="C44A0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2A1944"/>
    <w:multiLevelType w:val="multilevel"/>
    <w:tmpl w:val="FFD2C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3502416">
    <w:abstractNumId w:val="16"/>
  </w:num>
  <w:num w:numId="2" w16cid:durableId="7024961">
    <w:abstractNumId w:val="8"/>
  </w:num>
  <w:num w:numId="3" w16cid:durableId="1484128811">
    <w:abstractNumId w:val="4"/>
  </w:num>
  <w:num w:numId="4" w16cid:durableId="1385252588">
    <w:abstractNumId w:val="37"/>
  </w:num>
  <w:num w:numId="5" w16cid:durableId="1708069377">
    <w:abstractNumId w:val="2"/>
  </w:num>
  <w:num w:numId="6" w16cid:durableId="413354709">
    <w:abstractNumId w:val="14"/>
  </w:num>
  <w:num w:numId="7" w16cid:durableId="1859419383">
    <w:abstractNumId w:val="3"/>
  </w:num>
  <w:num w:numId="8" w16cid:durableId="1355226857">
    <w:abstractNumId w:val="0"/>
  </w:num>
  <w:num w:numId="9" w16cid:durableId="815876334">
    <w:abstractNumId w:val="35"/>
  </w:num>
  <w:num w:numId="10" w16cid:durableId="64761805">
    <w:abstractNumId w:val="22"/>
  </w:num>
  <w:num w:numId="11" w16cid:durableId="1803771556">
    <w:abstractNumId w:val="33"/>
  </w:num>
  <w:num w:numId="12" w16cid:durableId="1931743051">
    <w:abstractNumId w:val="26"/>
  </w:num>
  <w:num w:numId="13" w16cid:durableId="1126436820">
    <w:abstractNumId w:val="39"/>
  </w:num>
  <w:num w:numId="14" w16cid:durableId="1612205310">
    <w:abstractNumId w:val="6"/>
  </w:num>
  <w:num w:numId="15" w16cid:durableId="1140345822">
    <w:abstractNumId w:val="7"/>
  </w:num>
  <w:num w:numId="16" w16cid:durableId="240141415">
    <w:abstractNumId w:val="40"/>
  </w:num>
  <w:num w:numId="17" w16cid:durableId="1925382165">
    <w:abstractNumId w:val="28"/>
  </w:num>
  <w:num w:numId="18" w16cid:durableId="1778065273">
    <w:abstractNumId w:val="12"/>
  </w:num>
  <w:num w:numId="19" w16cid:durableId="232981142">
    <w:abstractNumId w:val="19"/>
  </w:num>
  <w:num w:numId="20" w16cid:durableId="3019600">
    <w:abstractNumId w:val="29"/>
  </w:num>
  <w:num w:numId="21" w16cid:durableId="1522015859">
    <w:abstractNumId w:val="23"/>
  </w:num>
  <w:num w:numId="22" w16cid:durableId="1984046410">
    <w:abstractNumId w:val="10"/>
  </w:num>
  <w:num w:numId="23" w16cid:durableId="49572440">
    <w:abstractNumId w:val="9"/>
  </w:num>
  <w:num w:numId="24" w16cid:durableId="416831897">
    <w:abstractNumId w:val="20"/>
  </w:num>
  <w:num w:numId="25" w16cid:durableId="244076000">
    <w:abstractNumId w:val="30"/>
  </w:num>
  <w:num w:numId="26" w16cid:durableId="1888830543">
    <w:abstractNumId w:val="31"/>
  </w:num>
  <w:num w:numId="27" w16cid:durableId="233206799">
    <w:abstractNumId w:val="41"/>
  </w:num>
  <w:num w:numId="28" w16cid:durableId="748430712">
    <w:abstractNumId w:val="25"/>
  </w:num>
  <w:num w:numId="29" w16cid:durableId="3098039">
    <w:abstractNumId w:val="24"/>
  </w:num>
  <w:num w:numId="30" w16cid:durableId="342710973">
    <w:abstractNumId w:val="13"/>
  </w:num>
  <w:num w:numId="31" w16cid:durableId="1622875796">
    <w:abstractNumId w:val="27"/>
  </w:num>
  <w:num w:numId="32" w16cid:durableId="1968319234">
    <w:abstractNumId w:val="15"/>
  </w:num>
  <w:num w:numId="33" w16cid:durableId="52890903">
    <w:abstractNumId w:val="1"/>
  </w:num>
  <w:num w:numId="34" w16cid:durableId="1065176860">
    <w:abstractNumId w:val="38"/>
  </w:num>
  <w:num w:numId="35" w16cid:durableId="2047489798">
    <w:abstractNumId w:val="21"/>
  </w:num>
  <w:num w:numId="36" w16cid:durableId="860047963">
    <w:abstractNumId w:val="42"/>
  </w:num>
  <w:num w:numId="37" w16cid:durableId="1563444002">
    <w:abstractNumId w:val="36"/>
  </w:num>
  <w:num w:numId="38" w16cid:durableId="412430867">
    <w:abstractNumId w:val="11"/>
  </w:num>
  <w:num w:numId="39" w16cid:durableId="1502504444">
    <w:abstractNumId w:val="18"/>
  </w:num>
  <w:num w:numId="40" w16cid:durableId="28072647">
    <w:abstractNumId w:val="17"/>
  </w:num>
  <w:num w:numId="41" w16cid:durableId="68385867">
    <w:abstractNumId w:val="34"/>
  </w:num>
  <w:num w:numId="42" w16cid:durableId="661468701">
    <w:abstractNumId w:val="32"/>
  </w:num>
  <w:num w:numId="43" w16cid:durableId="602028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64E7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1F49E2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527B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2D3B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6F33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72B6"/>
    <w:rsid w:val="003E7BBE"/>
    <w:rsid w:val="004070B5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279B1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4FC"/>
    <w:rsid w:val="00782AE0"/>
    <w:rsid w:val="00783549"/>
    <w:rsid w:val="007860B7"/>
    <w:rsid w:val="00786DC8"/>
    <w:rsid w:val="007A300D"/>
    <w:rsid w:val="007D5A78"/>
    <w:rsid w:val="007E3BD1"/>
    <w:rsid w:val="007F1563"/>
    <w:rsid w:val="007F1EB2"/>
    <w:rsid w:val="007F3E65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E72F6"/>
    <w:rsid w:val="008F32F6"/>
    <w:rsid w:val="00903631"/>
    <w:rsid w:val="00907BD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0EAB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119F"/>
    <w:rsid w:val="00AF3957"/>
    <w:rsid w:val="00B0712C"/>
    <w:rsid w:val="00B12013"/>
    <w:rsid w:val="00B22C67"/>
    <w:rsid w:val="00B3508F"/>
    <w:rsid w:val="00B443EE"/>
    <w:rsid w:val="00B52AAC"/>
    <w:rsid w:val="00B560C8"/>
    <w:rsid w:val="00B61150"/>
    <w:rsid w:val="00B65BC7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26A56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37D0"/>
    <w:rsid w:val="00CD4E9D"/>
    <w:rsid w:val="00CD4F4D"/>
    <w:rsid w:val="00CE7D19"/>
    <w:rsid w:val="00CF0CF5"/>
    <w:rsid w:val="00CF2B3E"/>
    <w:rsid w:val="00D0171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42990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156C"/>
    <w:rsid w:val="00EF3268"/>
    <w:rsid w:val="00EF40EF"/>
    <w:rsid w:val="00EF47FE"/>
    <w:rsid w:val="00F02CB7"/>
    <w:rsid w:val="00F069BD"/>
    <w:rsid w:val="00F1480E"/>
    <w:rsid w:val="00F1497D"/>
    <w:rsid w:val="00F16AAC"/>
    <w:rsid w:val="00F30C7D"/>
    <w:rsid w:val="00F33FF2"/>
    <w:rsid w:val="00F438FC"/>
    <w:rsid w:val="00F51FAE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4527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CD1E6C-1DB5-4D73-8543-13A96D536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9F4B2F-F81A-4A3B-95DA-9209EA06E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7ee3a392-9fd5-4e44-986b-b11872d0f857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150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59</cp:revision>
  <cp:lastPrinted>2016-05-27T05:21:00Z</cp:lastPrinted>
  <dcterms:created xsi:type="dcterms:W3CDTF">2021-09-14T01:14:00Z</dcterms:created>
  <dcterms:modified xsi:type="dcterms:W3CDTF">2022-05-13T02:06:00Z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